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E68B3">
        <w:rPr>
          <w:rFonts w:ascii="Corbel" w:hAnsi="Corbel"/>
          <w:i/>
          <w:smallCaps/>
          <w:sz w:val="24"/>
          <w:szCs w:val="24"/>
        </w:rPr>
        <w:t>202</w:t>
      </w:r>
      <w:r w:rsidR="00EF3340">
        <w:rPr>
          <w:rFonts w:ascii="Corbel" w:hAnsi="Corbel"/>
          <w:i/>
          <w:smallCaps/>
          <w:sz w:val="24"/>
          <w:szCs w:val="24"/>
        </w:rPr>
        <w:t>1</w:t>
      </w:r>
      <w:r w:rsidR="00761526">
        <w:rPr>
          <w:rFonts w:ascii="Corbel" w:hAnsi="Corbel"/>
          <w:i/>
          <w:smallCaps/>
          <w:sz w:val="24"/>
          <w:szCs w:val="24"/>
        </w:rPr>
        <w:t>/202</w:t>
      </w:r>
      <w:r w:rsidR="00EF3340">
        <w:rPr>
          <w:rFonts w:ascii="Corbel" w:hAnsi="Corbel"/>
          <w:i/>
          <w:smallCaps/>
          <w:sz w:val="24"/>
          <w:szCs w:val="24"/>
        </w:rPr>
        <w:t>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DE68B3">
        <w:rPr>
          <w:rFonts w:ascii="Corbel" w:hAnsi="Corbel"/>
          <w:sz w:val="20"/>
          <w:szCs w:val="20"/>
        </w:rPr>
        <w:t>202</w:t>
      </w:r>
      <w:r w:rsidR="00EF3340">
        <w:rPr>
          <w:rFonts w:ascii="Corbel" w:hAnsi="Corbel"/>
          <w:sz w:val="20"/>
          <w:szCs w:val="20"/>
        </w:rPr>
        <w:t>1</w:t>
      </w:r>
      <w:r w:rsidR="000E184B">
        <w:rPr>
          <w:rFonts w:ascii="Corbel" w:hAnsi="Corbel"/>
          <w:sz w:val="20"/>
          <w:szCs w:val="20"/>
        </w:rPr>
        <w:t>/202</w:t>
      </w:r>
      <w:r w:rsidR="00EF3340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865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Współczesne modele resocjalizacji w wybranych krajach świata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FA63C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FA63C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10016B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624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Anna Mazur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624E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938F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6865E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</w:t>
      </w:r>
      <w:r w:rsidR="00FA63C5">
        <w:rPr>
          <w:rFonts w:ascii="Corbel" w:hAnsi="Corbel"/>
          <w:b w:val="0"/>
          <w:szCs w:val="24"/>
        </w:rPr>
        <w:t>bez oceny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6865E5" w:rsidP="006865E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pedagogiki penitencjarnej, penologii i historii instytucji resocjalizacyjnych. </w:t>
            </w:r>
            <w:r w:rsidR="00DF10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:rsidR="009938FF" w:rsidRDefault="009938FF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9938FF" w:rsidRPr="009C54AE" w:rsidRDefault="006865E5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podstawowymi pojęciami i zagadnieniami o systemach resocjalizacyjnych, metodach i sposobach efektywnej resocjalizacji w wybranych krajach europejskich i pozaeuropejskich.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9938FF" w:rsidRPr="009C54AE" w:rsidRDefault="00A355A9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różnorodnością działań prowadzonych wobec niedostosowanych społecznie w określonych instytucjach resocjalizacyjnych w różnych państwach. 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9938FF" w:rsidRDefault="00A355A9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Porównanie w zakresie efektywności instytucjonalnych systemach i modelach resocjalizacji w różnych państwach.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938FF" w:rsidRPr="009C54AE" w:rsidRDefault="00280E7E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opisze specyfikę oddziaływań prawnych i resocjalizacyjnych podejmowanych wobec osób naruszających normy prawne w wybranych krajach świata.</w:t>
            </w:r>
          </w:p>
        </w:tc>
        <w:tc>
          <w:tcPr>
            <w:tcW w:w="1873" w:type="dxa"/>
          </w:tcPr>
          <w:p w:rsidR="009938FF" w:rsidRPr="009938FF" w:rsidRDefault="00A355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K_W08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938FF" w:rsidRPr="009C54AE" w:rsidRDefault="00280E7E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porówna system resocjalizacji obowiązujących w Polsce z systemami w innych krajach.</w:t>
            </w:r>
          </w:p>
        </w:tc>
        <w:tc>
          <w:tcPr>
            <w:tcW w:w="1873" w:type="dxa"/>
          </w:tcPr>
          <w:p w:rsidR="009938FF" w:rsidRPr="009938FF" w:rsidRDefault="00A355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K_W11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938FF" w:rsidRPr="009C54AE" w:rsidRDefault="00280E7E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przeanalizuje uwarunkowania społeczno-kulturowe wpływające na specyfikę systemów </w:t>
            </w:r>
            <w:r w:rsidR="00321A3F">
              <w:rPr>
                <w:rFonts w:ascii="Corbel" w:hAnsi="Corbel"/>
                <w:b w:val="0"/>
                <w:smallCaps w:val="0"/>
                <w:szCs w:val="24"/>
              </w:rPr>
              <w:t>resocjalizacji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21A3F">
              <w:rPr>
                <w:rFonts w:ascii="Corbel" w:hAnsi="Corbel"/>
                <w:b w:val="0"/>
                <w:smallCaps w:val="0"/>
                <w:szCs w:val="24"/>
              </w:rPr>
              <w:t>w wybranych krajach świata.</w:t>
            </w:r>
          </w:p>
        </w:tc>
        <w:tc>
          <w:tcPr>
            <w:tcW w:w="1873" w:type="dxa"/>
          </w:tcPr>
          <w:p w:rsidR="009938FF" w:rsidRPr="009938FF" w:rsidRDefault="00A355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K_U05</w:t>
            </w:r>
          </w:p>
        </w:tc>
      </w:tr>
      <w:tr w:rsidR="00A166CD" w:rsidRPr="009C54AE" w:rsidTr="00A355A9">
        <w:trPr>
          <w:trHeight w:val="377"/>
        </w:trPr>
        <w:tc>
          <w:tcPr>
            <w:tcW w:w="1701" w:type="dxa"/>
          </w:tcPr>
          <w:p w:rsidR="00A166CD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A166CD" w:rsidRPr="009C54AE" w:rsidRDefault="00321A3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streści i zinterpretuje informacje dotyczące systemów resocjalizacji w różnych państwach. </w:t>
            </w:r>
          </w:p>
        </w:tc>
        <w:tc>
          <w:tcPr>
            <w:tcW w:w="1873" w:type="dxa"/>
          </w:tcPr>
          <w:p w:rsidR="00A166CD" w:rsidRPr="009938FF" w:rsidRDefault="00A355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K_U10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9938FF" w:rsidRPr="009C54AE" w:rsidRDefault="00321A3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wyjaśni potrzebę aktualizowania swojej wiedzy i umiejętności pedagogicznych z wykorzystaniem systemów, modeli oraz doświadczeń polskich i zagranicznych. </w:t>
            </w:r>
          </w:p>
        </w:tc>
        <w:tc>
          <w:tcPr>
            <w:tcW w:w="1873" w:type="dxa"/>
          </w:tcPr>
          <w:p w:rsidR="009938FF" w:rsidRPr="009938FF" w:rsidRDefault="00A355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K_K04</w:t>
            </w:r>
          </w:p>
        </w:tc>
      </w:tr>
    </w:tbl>
    <w:p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321A3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w problematykę wykładu- podstawowe pojęcia.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321A3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Systemy i modele resocjalizacji w aspekcie historycznym.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321A3F" w:rsidP="00DA02C0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 resocjalizacji i wymiar sprawiedliwości Wielkiej </w:t>
            </w:r>
            <w:r w:rsidR="00865C6B">
              <w:rPr>
                <w:rFonts w:ascii="Corbel" w:hAnsi="Corbel"/>
                <w:sz w:val="24"/>
                <w:szCs w:val="24"/>
              </w:rPr>
              <w:t>Brytanii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321A3F" w:rsidP="00DA02C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resocjalizacji i wymiar sprawiedliwości Francji.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321A3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resocjalizacji i wymiar sprawiedliwości Niemiec.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321A3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1A3F">
              <w:rPr>
                <w:rFonts w:ascii="Corbel" w:hAnsi="Corbel"/>
                <w:sz w:val="24"/>
                <w:szCs w:val="24"/>
              </w:rPr>
              <w:t>System resocjalizacji i wymiar sprawiedliwości</w:t>
            </w:r>
            <w:r>
              <w:rPr>
                <w:rFonts w:ascii="Corbel" w:hAnsi="Corbel"/>
                <w:sz w:val="24"/>
                <w:szCs w:val="24"/>
              </w:rPr>
              <w:t xml:space="preserve"> Hiszpanii.</w:t>
            </w:r>
          </w:p>
        </w:tc>
      </w:tr>
      <w:tr w:rsidR="00321A3F" w:rsidRPr="009C54AE" w:rsidTr="00923D7D">
        <w:tc>
          <w:tcPr>
            <w:tcW w:w="9639" w:type="dxa"/>
          </w:tcPr>
          <w:p w:rsidR="00321A3F" w:rsidRDefault="00321A3F" w:rsidP="00321A3F">
            <w:pPr>
              <w:spacing w:after="0"/>
            </w:pPr>
            <w:r w:rsidRPr="00381E59">
              <w:rPr>
                <w:rFonts w:ascii="Corbel" w:hAnsi="Corbel"/>
                <w:sz w:val="24"/>
                <w:szCs w:val="24"/>
              </w:rPr>
              <w:t xml:space="preserve">System resocjalizacji i wymiar sprawiedliwości </w:t>
            </w:r>
            <w:r>
              <w:rPr>
                <w:rFonts w:ascii="Corbel" w:hAnsi="Corbel"/>
                <w:sz w:val="24"/>
                <w:szCs w:val="24"/>
              </w:rPr>
              <w:t>Włoch.</w:t>
            </w:r>
          </w:p>
        </w:tc>
      </w:tr>
      <w:tr w:rsidR="00C542A5" w:rsidRPr="009C54AE" w:rsidTr="00923D7D">
        <w:tc>
          <w:tcPr>
            <w:tcW w:w="9639" w:type="dxa"/>
          </w:tcPr>
          <w:p w:rsidR="00C542A5" w:rsidRDefault="00321A3F" w:rsidP="00321A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 resocjalizacji i wymiar sprawiedliwości państw skandynawskich (Szwecja, Dania,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Norwegia, Finlandia)</w:t>
            </w:r>
          </w:p>
        </w:tc>
      </w:tr>
      <w:tr w:rsidR="002B6FFE" w:rsidRPr="009C54AE" w:rsidTr="00923D7D">
        <w:tc>
          <w:tcPr>
            <w:tcW w:w="9639" w:type="dxa"/>
          </w:tcPr>
          <w:p w:rsidR="002B6FFE" w:rsidRDefault="00321A3F" w:rsidP="002B6F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System resocjalizacji i wymiar sprawiedliwości USA.</w:t>
            </w:r>
          </w:p>
        </w:tc>
      </w:tr>
      <w:tr w:rsidR="002B6FFE" w:rsidRPr="009C54AE" w:rsidTr="00923D7D">
        <w:tc>
          <w:tcPr>
            <w:tcW w:w="9639" w:type="dxa"/>
          </w:tcPr>
          <w:p w:rsidR="002B6FFE" w:rsidRDefault="00865C6B" w:rsidP="00865C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porównawcza polskiego systemu resocjalizacji i wymiaru sprawiedliwości z jednym z wybranych krajów świata.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A166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865C6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865C6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85747A" w:rsidRPr="009C54AE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865C6B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542A5" w:rsidRPr="009C54AE" w:rsidRDefault="000517F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865C6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Default="00865C6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542A5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C542A5" w:rsidP="00865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 xml:space="preserve">ozytywna ocena z </w:t>
            </w:r>
            <w:r w:rsidR="00865C6B">
              <w:rPr>
                <w:rFonts w:ascii="Corbel" w:hAnsi="Corbel"/>
                <w:b w:val="0"/>
                <w:smallCaps w:val="0"/>
                <w:szCs w:val="24"/>
              </w:rPr>
              <w:t>przygotowanej pracy projektowej.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1624E4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A86535" w:rsidP="00865C6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A86535" w:rsidP="00865C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</w:t>
            </w:r>
            <w:r w:rsidR="00865C6B"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1624E4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865C6B" w:rsidP="000517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0517F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865C6B" w:rsidRDefault="00865C6B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Opora R.,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Breska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Jezierska J., Piechowicz M. (red.), </w:t>
            </w:r>
            <w:r w:rsidRPr="00865FA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Współczesne modele i strategie resocjalizacji,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2017.</w:t>
            </w:r>
          </w:p>
          <w:p w:rsidR="00865C6B" w:rsidRDefault="00865C6B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Kacprzak A., </w:t>
            </w:r>
            <w:r w:rsidRPr="00865FA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Współczesne aspekty resocjalizacji przestępców w wybranych krajach europejskich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„Acta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Universitatis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Lodziiensis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 Folia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Sociologica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 62, 2017, s. 63-81.</w:t>
            </w:r>
          </w:p>
          <w:p w:rsidR="00865C6B" w:rsidRDefault="00865C6B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Adamski A.</w:t>
            </w:r>
            <w:r w:rsidR="00865F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in.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865FA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karne i wymiar sprawiedliwości państw Unii Europejskiej : wybrane zagadnienia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Toruń </w:t>
            </w:r>
            <w:r w:rsidRPr="00865C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2007.</w:t>
            </w:r>
          </w:p>
          <w:p w:rsidR="00865FA3" w:rsidRDefault="00865FA3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Machel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H., </w:t>
            </w:r>
            <w:r w:rsidRPr="00865FA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Sens i bezsens resocjalizacji penitencjarnej – casus Polski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2006.</w:t>
            </w:r>
          </w:p>
          <w:p w:rsidR="00865FA3" w:rsidRDefault="00865FA3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Płatek M., </w:t>
            </w:r>
            <w:r w:rsidRPr="00865FA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Systemy penitencjarne państw skandynawskich na tle polityki kryminalnej, karnej i penitencjarnej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2007. </w:t>
            </w:r>
          </w:p>
          <w:p w:rsidR="00132372" w:rsidRDefault="000517F5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Szymanowski T., </w:t>
            </w:r>
            <w:r w:rsidRPr="00FE47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karne wykonawcze z elementami polityki karnej i penitencjarnej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2017.</w:t>
            </w:r>
          </w:p>
          <w:p w:rsidR="00A26136" w:rsidRDefault="00A26136" w:rsidP="00A261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Kalinowski M., </w:t>
            </w:r>
            <w:r w:rsidRPr="00A2613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Resocjalizacja nieletnich w państwach europejskich i pozaeuropejskich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2005.</w:t>
            </w:r>
          </w:p>
          <w:p w:rsidR="00A26136" w:rsidRPr="00A26136" w:rsidRDefault="00A26136" w:rsidP="00A261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261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Stępnik</w:t>
            </w:r>
            <w:proofErr w:type="spellEnd"/>
            <w:r w:rsidRPr="00A261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P., </w:t>
            </w:r>
            <w:r w:rsidRPr="00A2613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Środki penitencjarne we Francji i Polsce- doktryna, legislacja, praktyka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2012</w:t>
            </w:r>
          </w:p>
          <w:p w:rsidR="00A26136" w:rsidRPr="009C54AE" w:rsidRDefault="00A26136" w:rsidP="00A261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Urbanek M., </w:t>
            </w:r>
            <w:r w:rsidRPr="00A2613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Polski, czeski i słowacki system penitencjarny w opinii osadzonych i personelu więziennego</w:t>
            </w:r>
            <w:r w:rsidRPr="00A261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A261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Racibóż</w:t>
            </w:r>
            <w:proofErr w:type="spellEnd"/>
            <w:r w:rsidRPr="00A261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2015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A26136" w:rsidRPr="00A26136" w:rsidRDefault="0085747A" w:rsidP="00865F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865FA3" w:rsidRDefault="00865FA3" w:rsidP="00865F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Ciosek M., </w:t>
            </w:r>
            <w:r w:rsidRPr="0013237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Psychologia sądowa i penitencjarna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2001.</w:t>
            </w:r>
          </w:p>
          <w:p w:rsidR="00865FA3" w:rsidRDefault="00865FA3" w:rsidP="00865F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Machel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H., </w:t>
            </w:r>
            <w:r w:rsidRPr="0013237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Więzienie jako instytucja karna i resocjalizacyjna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Gdańsk 2003.</w:t>
            </w:r>
          </w:p>
          <w:p w:rsidR="00132372" w:rsidRDefault="00132372" w:rsidP="001323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Urban B., Stanik J.M. (red.),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Resocjalizacja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tom 1-2, Warszawa 2008.</w:t>
            </w:r>
          </w:p>
          <w:p w:rsidR="00132372" w:rsidRDefault="00132372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Błachut J.,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Gaberle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Krajewski K., </w:t>
            </w:r>
            <w:r w:rsidRPr="00132372">
              <w:rPr>
                <w:rFonts w:ascii="Corbel" w:hAnsi="Corbel"/>
                <w:b w:val="0"/>
                <w:i/>
                <w:smallCaps w:val="0"/>
                <w:szCs w:val="24"/>
              </w:rPr>
              <w:t>Kryminologia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Gdańsk 2001.</w:t>
            </w:r>
          </w:p>
          <w:p w:rsidR="00132372" w:rsidRPr="00D2744B" w:rsidRDefault="00132372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Jaworska A. (red.), </w:t>
            </w:r>
            <w:r w:rsidRPr="00132372">
              <w:rPr>
                <w:rFonts w:ascii="Corbel" w:hAnsi="Corbel"/>
                <w:b w:val="0"/>
                <w:i/>
                <w:smallCaps w:val="0"/>
                <w:szCs w:val="24"/>
              </w:rPr>
              <w:t>Kryminologia i kara kryminalna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2008.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396" w:rsidRDefault="00752396" w:rsidP="00C16ABF">
      <w:pPr>
        <w:spacing w:after="0" w:line="240" w:lineRule="auto"/>
      </w:pPr>
      <w:r>
        <w:separator/>
      </w:r>
    </w:p>
  </w:endnote>
  <w:endnote w:type="continuationSeparator" w:id="0">
    <w:p w:rsidR="00752396" w:rsidRDefault="0075239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396" w:rsidRDefault="00752396" w:rsidP="00C16ABF">
      <w:pPr>
        <w:spacing w:after="0" w:line="240" w:lineRule="auto"/>
      </w:pPr>
      <w:r>
        <w:separator/>
      </w:r>
    </w:p>
  </w:footnote>
  <w:footnote w:type="continuationSeparator" w:id="0">
    <w:p w:rsidR="00752396" w:rsidRDefault="00752396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17F5"/>
    <w:rsid w:val="00070ED6"/>
    <w:rsid w:val="000742DC"/>
    <w:rsid w:val="00084C12"/>
    <w:rsid w:val="0009462C"/>
    <w:rsid w:val="00094B12"/>
    <w:rsid w:val="00095B74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0016B"/>
    <w:rsid w:val="00124BFF"/>
    <w:rsid w:val="0012560E"/>
    <w:rsid w:val="00127108"/>
    <w:rsid w:val="00132372"/>
    <w:rsid w:val="00134B13"/>
    <w:rsid w:val="0013533E"/>
    <w:rsid w:val="00146BC0"/>
    <w:rsid w:val="00153C41"/>
    <w:rsid w:val="00154381"/>
    <w:rsid w:val="001624E4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1F44C7"/>
    <w:rsid w:val="002144C0"/>
    <w:rsid w:val="0022477D"/>
    <w:rsid w:val="002278A9"/>
    <w:rsid w:val="002336F9"/>
    <w:rsid w:val="0024028F"/>
    <w:rsid w:val="00244ABC"/>
    <w:rsid w:val="00280E7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FFE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1A3F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0EC6"/>
    <w:rsid w:val="004F1551"/>
    <w:rsid w:val="004F3EB6"/>
    <w:rsid w:val="004F55A3"/>
    <w:rsid w:val="0050496F"/>
    <w:rsid w:val="00513B6F"/>
    <w:rsid w:val="00517C63"/>
    <w:rsid w:val="00526C94"/>
    <w:rsid w:val="005363C4"/>
    <w:rsid w:val="00536BDE"/>
    <w:rsid w:val="00543ACC"/>
    <w:rsid w:val="00552A82"/>
    <w:rsid w:val="0056696D"/>
    <w:rsid w:val="00573EF9"/>
    <w:rsid w:val="0059484D"/>
    <w:rsid w:val="005A0855"/>
    <w:rsid w:val="005A3196"/>
    <w:rsid w:val="005B1C10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08BF"/>
    <w:rsid w:val="006865E5"/>
    <w:rsid w:val="00696477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2396"/>
    <w:rsid w:val="00761526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65C6B"/>
    <w:rsid w:val="00865FA3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38FF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4198"/>
    <w:rsid w:val="00A155EE"/>
    <w:rsid w:val="00A166CD"/>
    <w:rsid w:val="00A2245B"/>
    <w:rsid w:val="00A26136"/>
    <w:rsid w:val="00A30110"/>
    <w:rsid w:val="00A355A9"/>
    <w:rsid w:val="00A36899"/>
    <w:rsid w:val="00A371F6"/>
    <w:rsid w:val="00A43BF6"/>
    <w:rsid w:val="00A53FA5"/>
    <w:rsid w:val="00A54817"/>
    <w:rsid w:val="00A55DCB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603"/>
    <w:rsid w:val="00B90885"/>
    <w:rsid w:val="00BA324E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A02C0"/>
    <w:rsid w:val="00DA2114"/>
    <w:rsid w:val="00DE09C0"/>
    <w:rsid w:val="00DE4A14"/>
    <w:rsid w:val="00DE68B3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3340"/>
    <w:rsid w:val="00F070AB"/>
    <w:rsid w:val="00F17567"/>
    <w:rsid w:val="00F27A7B"/>
    <w:rsid w:val="00F526AF"/>
    <w:rsid w:val="00F617C3"/>
    <w:rsid w:val="00F7066B"/>
    <w:rsid w:val="00F83B28"/>
    <w:rsid w:val="00FA46E5"/>
    <w:rsid w:val="00FA63C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F63F9E-DB39-4BCB-85D3-B8016631D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18</TotalTime>
  <Pages>1</Pages>
  <Words>931</Words>
  <Characters>5587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2020-10-15T12:09:00Z</cp:lastPrinted>
  <dcterms:created xsi:type="dcterms:W3CDTF">2019-11-02T18:15:00Z</dcterms:created>
  <dcterms:modified xsi:type="dcterms:W3CDTF">2021-09-27T10:06:00Z</dcterms:modified>
</cp:coreProperties>
</file>